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8760C" w14:textId="455AA683" w:rsidR="00CC6F01" w:rsidRDefault="00CC6F01"/>
    <w:p w14:paraId="41B2C7B5" w14:textId="009CF822" w:rsidR="003E627C" w:rsidRPr="003E627C" w:rsidRDefault="003E627C">
      <w:pPr>
        <w:rPr>
          <w:rFonts w:ascii="Times New Roman" w:hAnsi="Times New Roman" w:cs="Times New Roman"/>
          <w:sz w:val="24"/>
          <w:szCs w:val="24"/>
        </w:rPr>
      </w:pPr>
    </w:p>
    <w:p w14:paraId="20E7E9E6" w14:textId="7703B4CB" w:rsidR="003E627C" w:rsidRP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27C">
        <w:rPr>
          <w:rFonts w:ascii="Times New Roman" w:hAnsi="Times New Roman" w:cs="Times New Roman"/>
          <w:sz w:val="24"/>
          <w:szCs w:val="24"/>
        </w:rPr>
        <w:t>Rahandusministeerium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Teie 07.02.2022 </w:t>
      </w:r>
      <w:r w:rsidRPr="003E627C">
        <w:rPr>
          <w:rFonts w:ascii="Times New Roman" w:hAnsi="Times New Roman" w:cs="Times New Roman"/>
          <w:sz w:val="24"/>
          <w:szCs w:val="24"/>
        </w:rPr>
        <w:t xml:space="preserve">nr </w:t>
      </w:r>
      <w:r w:rsidRPr="003E627C">
        <w:rPr>
          <w:rFonts w:ascii="Times New Roman" w:hAnsi="Times New Roman" w:cs="Times New Roman"/>
          <w:sz w:val="24"/>
          <w:szCs w:val="24"/>
        </w:rPr>
        <w:t>9.2-4.3/21-27/01/1461-1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8D7EF8" w14:textId="0451B66A" w:rsidR="003E627C" w:rsidRP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Meie 28.02.2022 nr 5-7/38-1</w:t>
      </w:r>
    </w:p>
    <w:p w14:paraId="46EDADD1" w14:textId="273207C4" w:rsidR="003E627C" w:rsidRP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09FB4" w14:textId="529F41C8" w:rsid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B653B" w14:textId="77777777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4519D" w14:textId="77777777" w:rsidR="003E627C" w:rsidRP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3DB030" w14:textId="77777777" w:rsidR="003E627C" w:rsidRP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27C">
        <w:rPr>
          <w:rFonts w:ascii="Times New Roman" w:hAnsi="Times New Roman" w:cs="Times New Roman"/>
          <w:sz w:val="24"/>
          <w:szCs w:val="24"/>
        </w:rPr>
        <w:t xml:space="preserve">Ühtekuuluvuspoliitika fondide 2021–2027 </w:t>
      </w:r>
    </w:p>
    <w:p w14:paraId="70A966C1" w14:textId="4D5BD4C4" w:rsid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27C">
        <w:rPr>
          <w:rFonts w:ascii="Times New Roman" w:hAnsi="Times New Roman" w:cs="Times New Roman"/>
          <w:sz w:val="24"/>
          <w:szCs w:val="24"/>
        </w:rPr>
        <w:t>rakenduskava seirekomisjoni moodustamine</w:t>
      </w:r>
    </w:p>
    <w:p w14:paraId="56FE5026" w14:textId="75559FB0" w:rsid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C13A1" w14:textId="45E9E885" w:rsidR="003E627C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B4D28" w14:textId="7C885A65" w:rsidR="00772648" w:rsidRDefault="003E627C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Linnade ja Valdade Liit (ELVL) nimetab ü</w:t>
      </w:r>
      <w:r w:rsidRPr="003E627C">
        <w:rPr>
          <w:rFonts w:ascii="Times New Roman" w:hAnsi="Times New Roman" w:cs="Times New Roman"/>
          <w:sz w:val="24"/>
          <w:szCs w:val="24"/>
        </w:rPr>
        <w:t>htekuuluvuspoliitika fondide 2021–2027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27C">
        <w:rPr>
          <w:rFonts w:ascii="Times New Roman" w:hAnsi="Times New Roman" w:cs="Times New Roman"/>
          <w:sz w:val="24"/>
          <w:szCs w:val="24"/>
        </w:rPr>
        <w:t>rakenduskava seirekomisjoni</w:t>
      </w:r>
      <w:r>
        <w:rPr>
          <w:rFonts w:ascii="Times New Roman" w:hAnsi="Times New Roman" w:cs="Times New Roman"/>
          <w:sz w:val="24"/>
          <w:szCs w:val="24"/>
        </w:rPr>
        <w:t xml:space="preserve"> liikmeks </w:t>
      </w:r>
      <w:r w:rsidR="00772648">
        <w:rPr>
          <w:rFonts w:ascii="Times New Roman" w:hAnsi="Times New Roman" w:cs="Times New Roman"/>
          <w:sz w:val="24"/>
          <w:szCs w:val="24"/>
        </w:rPr>
        <w:t xml:space="preserve">ELVL asedirektori Jan Trei </w:t>
      </w:r>
      <w:r w:rsidR="00772648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772648" w:rsidRPr="00A85589">
          <w:rPr>
            <w:rStyle w:val="Hperlink"/>
            <w:rFonts w:ascii="Times New Roman" w:hAnsi="Times New Roman" w:cs="Times New Roman"/>
            <w:sz w:val="24"/>
            <w:szCs w:val="24"/>
          </w:rPr>
          <w:t>jan.trei@elvl.ee</w:t>
        </w:r>
      </w:hyperlink>
      <w:r w:rsidR="00772648">
        <w:rPr>
          <w:rFonts w:ascii="Times New Roman" w:hAnsi="Times New Roman" w:cs="Times New Roman"/>
          <w:sz w:val="24"/>
          <w:szCs w:val="24"/>
        </w:rPr>
        <w:t xml:space="preserve">, </w:t>
      </w:r>
      <w:r w:rsidR="0077264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72648">
        <w:rPr>
          <w:rFonts w:ascii="Times New Roman" w:hAnsi="Times New Roman" w:cs="Times New Roman"/>
          <w:sz w:val="24"/>
          <w:szCs w:val="24"/>
        </w:rPr>
        <w:t>516 8806)</w:t>
      </w:r>
      <w:r>
        <w:rPr>
          <w:rFonts w:ascii="Times New Roman" w:hAnsi="Times New Roman" w:cs="Times New Roman"/>
          <w:sz w:val="24"/>
          <w:szCs w:val="24"/>
        </w:rPr>
        <w:t xml:space="preserve"> ja asendusliikmeks</w:t>
      </w:r>
      <w:r w:rsidR="00772648">
        <w:rPr>
          <w:rFonts w:ascii="Times New Roman" w:hAnsi="Times New Roman" w:cs="Times New Roman"/>
          <w:sz w:val="24"/>
          <w:szCs w:val="24"/>
        </w:rPr>
        <w:t xml:space="preserve"> ELVL nõuniku Toomas Johansoni (</w:t>
      </w:r>
      <w:hyperlink r:id="rId10" w:history="1">
        <w:r w:rsidR="00772648" w:rsidRPr="000A0F12">
          <w:rPr>
            <w:rStyle w:val="Hperlink"/>
            <w:rFonts w:ascii="Times New Roman" w:hAnsi="Times New Roman" w:cs="Times New Roman"/>
            <w:sz w:val="24"/>
            <w:szCs w:val="24"/>
          </w:rPr>
          <w:t>toomas.johanson@elvl.ee</w:t>
        </w:r>
      </w:hyperlink>
      <w:r w:rsidR="00772648">
        <w:rPr>
          <w:rFonts w:ascii="Times New Roman" w:hAnsi="Times New Roman" w:cs="Times New Roman"/>
          <w:sz w:val="24"/>
          <w:szCs w:val="24"/>
        </w:rPr>
        <w:t>,</w:t>
      </w:r>
    </w:p>
    <w:p w14:paraId="1600E010" w14:textId="18F5B15B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5342 9976).</w:t>
      </w:r>
    </w:p>
    <w:p w14:paraId="24A1BBBD" w14:textId="595F05C0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C89EB" w14:textId="492553F8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38132C82" w14:textId="77777777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8B320" w14:textId="344CA6C5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D619E" w14:textId="77777777" w:rsidR="00772648" w:rsidRDefault="00772648" w:rsidP="00772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1D6C298" w14:textId="77777777" w:rsidR="00772648" w:rsidRDefault="00772648" w:rsidP="00772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Veikko Luhalaid</w:t>
      </w:r>
    </w:p>
    <w:p w14:paraId="26F3ECAE" w14:textId="77777777" w:rsidR="00772648" w:rsidRDefault="00772648" w:rsidP="00772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tegevdirektor</w:t>
      </w:r>
    </w:p>
    <w:p w14:paraId="7BA6ACBA" w14:textId="77777777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CB7425" w14:textId="77777777" w:rsidR="00772648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8A18D9" w14:textId="6B64EF40" w:rsidR="003E627C" w:rsidRPr="003E627C" w:rsidRDefault="00772648" w:rsidP="003E6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27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E627C" w:rsidRPr="003E627C" w:rsidSect="00CC6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60B8E" w14:textId="77777777" w:rsidR="003E627C" w:rsidRDefault="003E627C" w:rsidP="00CC6F01">
      <w:pPr>
        <w:spacing w:after="0" w:line="240" w:lineRule="auto"/>
      </w:pPr>
      <w:r>
        <w:separator/>
      </w:r>
    </w:p>
  </w:endnote>
  <w:endnote w:type="continuationSeparator" w:id="0">
    <w:p w14:paraId="7C5AE036" w14:textId="77777777" w:rsidR="003E627C" w:rsidRDefault="003E627C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C1B3C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4123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57B5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8BC7FC3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027E40D9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08A729D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6ED8" w14:textId="77777777" w:rsidR="003E627C" w:rsidRDefault="003E627C" w:rsidP="00CC6F01">
      <w:pPr>
        <w:spacing w:after="0" w:line="240" w:lineRule="auto"/>
      </w:pPr>
      <w:r>
        <w:separator/>
      </w:r>
    </w:p>
  </w:footnote>
  <w:footnote w:type="continuationSeparator" w:id="0">
    <w:p w14:paraId="1ECC1D15" w14:textId="77777777" w:rsidR="003E627C" w:rsidRDefault="003E627C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EA30A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5DB3" w14:textId="77777777" w:rsidR="00CC6F01" w:rsidRDefault="00CC6F01">
    <w:pPr>
      <w:pStyle w:val="Pis"/>
    </w:pPr>
  </w:p>
  <w:p w14:paraId="6A92817A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B42DE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2CC6F608" wp14:editId="67D95C95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E627C"/>
    <w:rsid w:val="00091744"/>
    <w:rsid w:val="00255A8F"/>
    <w:rsid w:val="002A3A29"/>
    <w:rsid w:val="002E50B2"/>
    <w:rsid w:val="003E627C"/>
    <w:rsid w:val="003E6A0F"/>
    <w:rsid w:val="003F07CD"/>
    <w:rsid w:val="004B4032"/>
    <w:rsid w:val="00535A99"/>
    <w:rsid w:val="00643FEF"/>
    <w:rsid w:val="00772648"/>
    <w:rsid w:val="008A4BA7"/>
    <w:rsid w:val="00C8109F"/>
    <w:rsid w:val="00CC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D3281"/>
  <w15:docId w15:val="{F89BA82A-DCE6-4D03-B46B-7BCBAB42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772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toomas.johanson@elvl.ee" TargetMode="External"/><Relationship Id="rId4" Type="http://schemas.openxmlformats.org/officeDocument/2006/relationships/styles" Target="styles.xml"/><Relationship Id="rId9" Type="http://schemas.openxmlformats.org/officeDocument/2006/relationships/hyperlink" Target="mailto:jan.trei@elvl.ee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.koster\OneDrive%20-%20KOV%20IT\Desktop\ELVL%20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0" ma:contentTypeDescription="Loo uus dokument" ma:contentTypeScope="" ma:versionID="9154b81a4b3bd99365d436cbac86e382">
  <xsd:schema xmlns:xsd="http://www.w3.org/2001/XMLSchema" xmlns:xs="http://www.w3.org/2001/XMLSchema" xmlns:p="http://schemas.microsoft.com/office/2006/metadata/properties" xmlns:ns2="0d81c65f-5842-43c9-a691-e445a40616d7" targetNamespace="http://schemas.microsoft.com/office/2006/metadata/properties" ma:root="true" ma:fieldsID="d0068c64f0f3292f5cfe9765750e5121" ns2:_="">
    <xsd:import namespace="0d81c65f-5842-43c9-a691-e445a4061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5E57D-E748-4DE1-9096-58FF3BD22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</Template>
  <TotalTime>16</TotalTime>
  <Pages>1</Pages>
  <Words>93</Words>
  <Characters>543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Köster</dc:creator>
  <cp:lastModifiedBy>Inga Köster</cp:lastModifiedBy>
  <cp:revision>1</cp:revision>
  <dcterms:created xsi:type="dcterms:W3CDTF">2022-02-28T09:07:00Z</dcterms:created>
  <dcterms:modified xsi:type="dcterms:W3CDTF">2022-02-28T09:25:00Z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